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8" w:type="dxa"/>
        <w:tblLayout w:type="fixed"/>
        <w:tblLook w:val="01E0" w:firstRow="1" w:lastRow="1" w:firstColumn="1" w:lastColumn="1" w:noHBand="0" w:noVBand="0"/>
      </w:tblPr>
      <w:tblGrid>
        <w:gridCol w:w="1626"/>
        <w:gridCol w:w="8670"/>
      </w:tblGrid>
      <w:tr w:rsidR="00994AC8" w:rsidRPr="003E21CC" w14:paraId="1331F32A" w14:textId="77777777" w:rsidTr="00994AC8">
        <w:trPr>
          <w:trHeight w:val="1170"/>
        </w:trPr>
        <w:tc>
          <w:tcPr>
            <w:tcW w:w="1634" w:type="dxa"/>
          </w:tcPr>
          <w:p w14:paraId="419135A6" w14:textId="77777777" w:rsidR="00994AC8" w:rsidRPr="0094566A" w:rsidRDefault="00994AC8" w:rsidP="00CC34D1">
            <w:r w:rsidRPr="00CC34D1">
              <w:rPr>
                <w:noProof/>
              </w:rPr>
              <w:drawing>
                <wp:inline distT="0" distB="0" distL="0" distR="0" wp14:anchorId="2FDF66C0" wp14:editId="28758DBF">
                  <wp:extent cx="789002" cy="752475"/>
                  <wp:effectExtent l="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 placeholder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002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</w:tcPr>
          <w:sdt>
            <w:sdtPr>
              <w:alias w:val="Company"/>
              <w:tag w:val="Company"/>
              <w:id w:val="103548726"/>
              <w:placeholder>
                <w:docPart w:val="8922FEF7D0A24F4EB660F5A27266D10F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7AC409D4" w14:textId="77777777" w:rsidR="00994AC8" w:rsidRDefault="00994AC8" w:rsidP="00FB0AE3">
                <w:pPr>
                  <w:pStyle w:val="CompanyName"/>
                  <w:tabs>
                    <w:tab w:val="left" w:pos="1080"/>
                  </w:tabs>
                </w:pPr>
                <w:r>
                  <w:t>Florida Department of Juvenile Justice</w:t>
                </w:r>
              </w:p>
            </w:sdtContent>
          </w:sdt>
          <w:p w14:paraId="4DB9F2C4" w14:textId="77777777" w:rsidR="00994AC8" w:rsidRPr="00CC34D1" w:rsidRDefault="00994AC8" w:rsidP="00CC34D1">
            <w:r w:rsidRPr="00994AC8">
              <w:t xml:space="preserve">2737 </w:t>
            </w:r>
            <w:proofErr w:type="spellStart"/>
            <w:r w:rsidRPr="00994AC8">
              <w:t>Centerview</w:t>
            </w:r>
            <w:proofErr w:type="spellEnd"/>
            <w:r w:rsidRPr="00994AC8">
              <w:t xml:space="preserve"> Drive</w:t>
            </w:r>
          </w:p>
          <w:p w14:paraId="71A320A4" w14:textId="77777777" w:rsidR="00994AC8" w:rsidRDefault="00994AC8" w:rsidP="00592165">
            <w:r w:rsidRPr="00994AC8">
              <w:t>Tallahassee, Florida 32399-3100</w:t>
            </w:r>
          </w:p>
          <w:p w14:paraId="1A2832CF" w14:textId="77777777" w:rsidR="00312A41" w:rsidRDefault="00312A41" w:rsidP="00592165">
            <w:r>
              <w:t>Knight Building</w:t>
            </w:r>
          </w:p>
        </w:tc>
      </w:tr>
    </w:tbl>
    <w:p w14:paraId="7E4A3C10" w14:textId="31F1999A" w:rsidR="00B752D2" w:rsidRPr="00471210" w:rsidRDefault="002444EB" w:rsidP="00471210">
      <w:pPr>
        <w:pStyle w:val="CompanyName"/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Temporary </w:t>
      </w:r>
      <w:proofErr w:type="spellStart"/>
      <w:r>
        <w:rPr>
          <w:sz w:val="28"/>
          <w:szCs w:val="28"/>
        </w:rPr>
        <w:t>Covid</w:t>
      </w:r>
      <w:proofErr w:type="spellEnd"/>
      <w:r>
        <w:rPr>
          <w:sz w:val="28"/>
          <w:szCs w:val="28"/>
        </w:rPr>
        <w:t xml:space="preserve"> 19 Motivational Interviewing Webinar</w:t>
      </w:r>
      <w:r w:rsidR="001E7CD2">
        <w:rPr>
          <w:sz w:val="28"/>
          <w:szCs w:val="28"/>
        </w:rPr>
        <w:t xml:space="preserve"> Training Request</w:t>
      </w:r>
    </w:p>
    <w:p w14:paraId="00EF3FA8" w14:textId="06FB4B6D" w:rsidR="008B7E22" w:rsidRDefault="008B7E22" w:rsidP="00DD15A8">
      <w:pPr>
        <w:pStyle w:val="ThankYou"/>
      </w:pPr>
    </w:p>
    <w:p w14:paraId="7569BDA9" w14:textId="71895B7A" w:rsidR="008B7E22" w:rsidRDefault="00E61D68" w:rsidP="00DD15A8">
      <w:pPr>
        <w:pStyle w:val="ThankYou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CBA27E" wp14:editId="6B121966">
                <wp:simplePos x="0" y="0"/>
                <wp:positionH relativeFrom="column">
                  <wp:posOffset>-228600</wp:posOffset>
                </wp:positionH>
                <wp:positionV relativeFrom="paragraph">
                  <wp:posOffset>40640</wp:posOffset>
                </wp:positionV>
                <wp:extent cx="6896100" cy="1143000"/>
                <wp:effectExtent l="0" t="0" r="3810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173D2" w14:textId="36D7858F" w:rsidR="00E61D68" w:rsidRDefault="00E61D68" w:rsidP="008B7E22">
                            <w:r>
                              <w:rPr>
                                <w:b/>
                              </w:rPr>
                              <w:t>Important</w:t>
                            </w:r>
                            <w:r w:rsidRPr="006F2122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We must have this detailed information in order to schedule classes to appropriately meet everyone’s needs. This webinar training is designed to meet training needs temporarily during the Covid-19 Pandemic. This training will take place via </w:t>
                            </w:r>
                            <w:proofErr w:type="spellStart"/>
                            <w:r>
                              <w:t>GoToWebi</w:t>
                            </w:r>
                            <w:r w:rsidR="004E25BA">
                              <w:t>nar</w:t>
                            </w:r>
                            <w:proofErr w:type="spellEnd"/>
                            <w:r w:rsidR="004E25BA">
                              <w:t xml:space="preserve"> and will be no longer than 4</w:t>
                            </w:r>
                            <w:r>
                              <w:t xml:space="preserve"> hours. Upon completion of this webinar training, you will receive temporary </w:t>
                            </w:r>
                            <w:proofErr w:type="spellStart"/>
                            <w:r>
                              <w:t>SkillPro</w:t>
                            </w:r>
                            <w:proofErr w:type="spellEnd"/>
                            <w:r>
                              <w:t xml:space="preserve"> credit for MI training.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Staff attending th</w:t>
                            </w:r>
                            <w:r w:rsidR="004E25BA">
                              <w:rPr>
                                <w:b/>
                                <w:u w:val="single"/>
                              </w:rPr>
                              <w:t>e MI webinar training must complete the two-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day MI training once </w:t>
                            </w:r>
                            <w:r w:rsidR="004E25BA">
                              <w:rPr>
                                <w:b/>
                                <w:u w:val="single"/>
                              </w:rPr>
                              <w:t>in-person training resumes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. </w:t>
                            </w:r>
                            <w:r w:rsidR="004E25BA">
                              <w:rPr>
                                <w:b/>
                                <w:u w:val="single"/>
                              </w:rPr>
                              <w:t>We will reach out to you when the time comes.</w:t>
                            </w:r>
                            <w:r w:rsidR="007673B0">
                              <w:rPr>
                                <w:b/>
                                <w:u w:val="single"/>
                              </w:rPr>
                              <w:t xml:space="preserve"> Once you attend the two-day training, you will receive permanent </w:t>
                            </w:r>
                            <w:proofErr w:type="spellStart"/>
                            <w:r w:rsidR="007673B0">
                              <w:rPr>
                                <w:b/>
                                <w:u w:val="single"/>
                              </w:rPr>
                              <w:t>SkillPro</w:t>
                            </w:r>
                            <w:proofErr w:type="spellEnd"/>
                            <w:r w:rsidR="007673B0">
                              <w:rPr>
                                <w:b/>
                                <w:u w:val="single"/>
                              </w:rPr>
                              <w:t xml:space="preserve"> credit.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14:paraId="0B5536F4" w14:textId="77777777" w:rsidR="00E61D68" w:rsidRDefault="00E61D68" w:rsidP="008B7E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3.2pt;width:543pt;height:9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">
                <v:textbox>
                  <w:txbxContent>
                    <w:p w14:paraId="71D173D2" w14:textId="36D7858F" w:rsidR="00E61D68" w:rsidRDefault="00E61D68" w:rsidP="008B7E22">
                      <w:r>
                        <w:rPr>
                          <w:b/>
                        </w:rPr>
                        <w:t>Important</w:t>
                      </w:r>
                      <w:r w:rsidRPr="006F2122">
                        <w:rPr>
                          <w:b/>
                        </w:rPr>
                        <w:t>:</w:t>
                      </w:r>
                      <w:r>
                        <w:t xml:space="preserve"> We must have this detailed information in order to schedule classes to appropriately meet everyone’s needs. This webinar training is designed to meet training needs temporarily during the Covid-19 Pandemic. This training will take place via </w:t>
                      </w:r>
                      <w:proofErr w:type="spellStart"/>
                      <w:r>
                        <w:t>GoToWebi</w:t>
                      </w:r>
                      <w:r w:rsidR="004E25BA">
                        <w:t>nar</w:t>
                      </w:r>
                      <w:proofErr w:type="spellEnd"/>
                      <w:r w:rsidR="004E25BA">
                        <w:t xml:space="preserve"> and will be no longer than 4</w:t>
                      </w:r>
                      <w:r>
                        <w:t xml:space="preserve"> hours. Upon completion of this webinar training, you will receive temporary </w:t>
                      </w:r>
                      <w:proofErr w:type="spellStart"/>
                      <w:r>
                        <w:t>SkillPro</w:t>
                      </w:r>
                      <w:proofErr w:type="spellEnd"/>
                      <w:r>
                        <w:t xml:space="preserve"> credit for MI training. </w:t>
                      </w:r>
                      <w:r>
                        <w:rPr>
                          <w:b/>
                          <w:u w:val="single"/>
                        </w:rPr>
                        <w:t>Staff attending th</w:t>
                      </w:r>
                      <w:r w:rsidR="004E25BA">
                        <w:rPr>
                          <w:b/>
                          <w:u w:val="single"/>
                        </w:rPr>
                        <w:t>e MI webinar training must complete the two-</w:t>
                      </w:r>
                      <w:r>
                        <w:rPr>
                          <w:b/>
                          <w:u w:val="single"/>
                        </w:rPr>
                        <w:t xml:space="preserve">day MI training once </w:t>
                      </w:r>
                      <w:r w:rsidR="004E25BA">
                        <w:rPr>
                          <w:b/>
                          <w:u w:val="single"/>
                        </w:rPr>
                        <w:t>in-person training resumes</w:t>
                      </w:r>
                      <w:r>
                        <w:rPr>
                          <w:b/>
                          <w:u w:val="single"/>
                        </w:rPr>
                        <w:t xml:space="preserve">. </w:t>
                      </w:r>
                      <w:r w:rsidR="004E25BA">
                        <w:rPr>
                          <w:b/>
                          <w:u w:val="single"/>
                        </w:rPr>
                        <w:t>We will reach out to you when the time comes.</w:t>
                      </w:r>
                      <w:r w:rsidR="007673B0">
                        <w:rPr>
                          <w:b/>
                          <w:u w:val="single"/>
                        </w:rPr>
                        <w:t xml:space="preserve"> Once you attend the two-day training, you will receive permanent </w:t>
                      </w:r>
                      <w:proofErr w:type="spellStart"/>
                      <w:r w:rsidR="007673B0">
                        <w:rPr>
                          <w:b/>
                          <w:u w:val="single"/>
                        </w:rPr>
                        <w:t>SkillPro</w:t>
                      </w:r>
                      <w:proofErr w:type="spellEnd"/>
                      <w:r w:rsidR="007673B0">
                        <w:rPr>
                          <w:b/>
                          <w:u w:val="single"/>
                        </w:rPr>
                        <w:t xml:space="preserve"> credit.</w:t>
                      </w:r>
                      <w:bookmarkStart w:id="1" w:name="_GoBack"/>
                      <w:bookmarkEnd w:id="1"/>
                      <w:r w:rsidR="007673B0"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14:paraId="0B5536F4" w14:textId="77777777" w:rsidR="00E61D68" w:rsidRDefault="00E61D68" w:rsidP="008B7E22"/>
                  </w:txbxContent>
                </v:textbox>
              </v:shape>
            </w:pict>
          </mc:Fallback>
        </mc:AlternateContent>
      </w:r>
    </w:p>
    <w:p w14:paraId="749DEDFC" w14:textId="77777777" w:rsidR="008B7E22" w:rsidRDefault="008B7E22" w:rsidP="0007459F">
      <w:pPr>
        <w:pStyle w:val="ThankYou"/>
        <w:ind w:right="-540"/>
      </w:pPr>
    </w:p>
    <w:tbl>
      <w:tblPr>
        <w:tblpPr w:leftFromText="180" w:rightFromText="180" w:vertAnchor="text" w:horzAnchor="page" w:tblpX="829" w:tblpY="1386"/>
        <w:tblW w:w="5242" w:type="pct"/>
        <w:tblLook w:val="0000" w:firstRow="0" w:lastRow="0" w:firstColumn="0" w:lastColumn="0" w:noHBand="0" w:noVBand="0"/>
      </w:tblPr>
      <w:tblGrid>
        <w:gridCol w:w="5168"/>
        <w:gridCol w:w="5626"/>
      </w:tblGrid>
      <w:tr w:rsidR="0007459F" w14:paraId="7B3BB2C4" w14:textId="77777777" w:rsidTr="00E61D68">
        <w:trPr>
          <w:trHeight w:val="1070"/>
        </w:trPr>
        <w:tc>
          <w:tcPr>
            <w:tcW w:w="51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9BFD002" w14:textId="77777777" w:rsidR="001E7CD2" w:rsidRPr="001E7CD2" w:rsidRDefault="001E7CD2" w:rsidP="00E61D68">
            <w:pPr>
              <w:rPr>
                <w:b/>
                <w:noProof/>
              </w:rPr>
            </w:pPr>
            <w:r w:rsidRPr="001E7CD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DB7160" wp14:editId="26993C27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186690</wp:posOffset>
                      </wp:positionV>
                      <wp:extent cx="2882900" cy="371475"/>
                      <wp:effectExtent l="0" t="0" r="12700" b="28575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 cmpd="sng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4D2523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DDB7160" id="_x0000_s1027" type="#_x0000_t202" style="position:absolute;margin-left:15.55pt;margin-top:14.7pt;width:227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" fillcolor="white [3201]" strokecolor="#a5a5a5 [2092]" strokeweight="1pt">
                      <v:shadow color="#868686"/>
                      <v:textbox>
                        <w:txbxContent>
                          <w:p w14:paraId="654D2523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96477">
              <w:rPr>
                <w:b/>
                <w:noProof/>
              </w:rPr>
              <w:t xml:space="preserve">Today’s </w:t>
            </w:r>
            <w:r w:rsidRPr="001E7CD2">
              <w:rPr>
                <w:b/>
                <w:noProof/>
              </w:rPr>
              <w:t>Date</w:t>
            </w:r>
          </w:p>
        </w:tc>
        <w:tc>
          <w:tcPr>
            <w:tcW w:w="56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7E9BD97B" w14:textId="77777777" w:rsidR="001E7CD2" w:rsidRDefault="004A4CF2" w:rsidP="00E61D68">
            <w:pPr>
              <w:rPr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FA57A8F" wp14:editId="6A5BAA58">
                      <wp:simplePos x="0" y="0"/>
                      <wp:positionH relativeFrom="margin">
                        <wp:posOffset>198120</wp:posOffset>
                      </wp:positionH>
                      <wp:positionV relativeFrom="paragraph">
                        <wp:posOffset>201930</wp:posOffset>
                      </wp:positionV>
                      <wp:extent cx="2876550" cy="371475"/>
                      <wp:effectExtent l="0" t="0" r="19050" b="2857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53EB4" w14:textId="77777777" w:rsidR="00E61D68" w:rsidRDefault="00E61D68" w:rsidP="004A4CF2">
                                  <w:pPr>
                                    <w:ind w:left="18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FA57A8F" id="_x0000_s1028" type="#_x0000_t202" style="position:absolute;margin-left:15.6pt;margin-top:15.9pt;width:226.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" strokecolor="#a5a5a5 [2092]" strokeweight="1pt">
                      <v:textbox>
                        <w:txbxContent>
                          <w:p w14:paraId="3BE53EB4" w14:textId="77777777" w:rsidR="00F23A7E" w:rsidRDefault="00F23A7E" w:rsidP="004A4CF2">
                            <w:pPr>
                              <w:ind w:left="180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w:t>Contract Number</w:t>
            </w:r>
            <w:r w:rsidR="00A32AA0">
              <w:rPr>
                <w:b/>
                <w:noProof/>
              </w:rPr>
              <w:t xml:space="preserve"> (if applicable)</w:t>
            </w:r>
          </w:p>
          <w:p w14:paraId="3BF32E15" w14:textId="77777777" w:rsidR="004A4CF2" w:rsidRPr="004A4CF2" w:rsidRDefault="004A4CF2" w:rsidP="00E61D68">
            <w:pPr>
              <w:rPr>
                <w:b/>
                <w:noProof/>
              </w:rPr>
            </w:pPr>
          </w:p>
        </w:tc>
      </w:tr>
      <w:tr w:rsidR="0007459F" w14:paraId="5DC7EA24" w14:textId="77777777" w:rsidTr="00E61D68">
        <w:trPr>
          <w:trHeight w:val="1070"/>
        </w:trPr>
        <w:tc>
          <w:tcPr>
            <w:tcW w:w="51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C4612EC" w14:textId="77777777" w:rsidR="001E7CD2" w:rsidRPr="006F4AC2" w:rsidRDefault="001E7CD2" w:rsidP="00E61D68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A2EF79" wp14:editId="5AC9D850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177800</wp:posOffset>
                      </wp:positionV>
                      <wp:extent cx="2882900" cy="371475"/>
                      <wp:effectExtent l="0" t="0" r="12700" b="2857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 cmpd="sng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5B4CD9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9A2EF79" id="_x0000_s1029" type="#_x0000_t202" style="position:absolute;margin-left:15.55pt;margin-top:14pt;width:227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" fillcolor="white [3201]" strokecolor="#a5a5a5 [2092]" strokeweight="1pt">
                      <v:shadow color="#868686"/>
                      <v:textbox>
                        <w:txbxContent>
                          <w:p w14:paraId="685B4CD9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b/>
              </w:rPr>
              <w:t>Program Name</w:t>
            </w:r>
          </w:p>
          <w:p w14:paraId="6750BC2D" w14:textId="77777777" w:rsidR="001E7CD2" w:rsidRPr="00396404" w:rsidRDefault="001E7CD2" w:rsidP="00E61D68"/>
          <w:p w14:paraId="1F4FFF63" w14:textId="77777777" w:rsidR="001E7CD2" w:rsidRPr="00396404" w:rsidRDefault="001E7CD2" w:rsidP="00E61D68">
            <w:pPr>
              <w:pStyle w:val="Answers"/>
              <w:numPr>
                <w:ilvl w:val="0"/>
                <w:numId w:val="0"/>
              </w:numPr>
              <w:ind w:left="907"/>
            </w:pPr>
          </w:p>
        </w:tc>
        <w:tc>
          <w:tcPr>
            <w:tcW w:w="56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5B05482A" w14:textId="77777777" w:rsidR="001E7CD2" w:rsidRPr="006F4AC2" w:rsidRDefault="001E7CD2" w:rsidP="00E61D68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7C495C" wp14:editId="17170F2A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176530</wp:posOffset>
                      </wp:positionV>
                      <wp:extent cx="2880360" cy="374650"/>
                      <wp:effectExtent l="0" t="0" r="15240" b="2540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360" cy="37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B95AA3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C7C495C" id="_x0000_s1030" type="#_x0000_t202" style="position:absolute;margin-left:15.55pt;margin-top:13.9pt;width:226.8pt;height:29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" strokecolor="#a5a5a5 [2092]" strokeweight="1pt">
                      <v:textbox>
                        <w:txbxContent>
                          <w:p w14:paraId="42B95AA3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F4AC2">
              <w:rPr>
                <w:b/>
              </w:rPr>
              <w:t xml:space="preserve">City </w:t>
            </w:r>
            <w:r>
              <w:rPr>
                <w:b/>
              </w:rPr>
              <w:t xml:space="preserve">in which </w:t>
            </w:r>
            <w:r w:rsidR="00042F7A">
              <w:rPr>
                <w:b/>
              </w:rPr>
              <w:t>the</w:t>
            </w:r>
            <w:r>
              <w:rPr>
                <w:b/>
              </w:rPr>
              <w:t xml:space="preserve"> staff </w:t>
            </w:r>
            <w:r w:rsidR="00042F7A">
              <w:rPr>
                <w:b/>
              </w:rPr>
              <w:t>is</w:t>
            </w:r>
            <w:r>
              <w:rPr>
                <w:b/>
              </w:rPr>
              <w:t xml:space="preserve"> located</w:t>
            </w:r>
          </w:p>
          <w:p w14:paraId="74AE4CDF" w14:textId="77777777" w:rsidR="001E7CD2" w:rsidRPr="00396404" w:rsidRDefault="001E7CD2" w:rsidP="00E61D68">
            <w:pPr>
              <w:pStyle w:val="Answers"/>
              <w:numPr>
                <w:ilvl w:val="0"/>
                <w:numId w:val="0"/>
              </w:numPr>
              <w:ind w:left="907"/>
            </w:pPr>
          </w:p>
        </w:tc>
      </w:tr>
      <w:tr w:rsidR="0007459F" w14:paraId="4D6F38B5" w14:textId="77777777" w:rsidTr="00E61D68">
        <w:trPr>
          <w:trHeight w:val="1075"/>
        </w:trPr>
        <w:tc>
          <w:tcPr>
            <w:tcW w:w="5168" w:type="dxa"/>
            <w:tcBorders>
              <w:top w:val="single" w:sz="4" w:space="0" w:color="BFBFBF" w:themeColor="background1" w:themeShade="BF"/>
            </w:tcBorders>
          </w:tcPr>
          <w:p w14:paraId="596E4CE8" w14:textId="77777777" w:rsidR="001E7CD2" w:rsidRPr="00396404" w:rsidRDefault="001E7CD2" w:rsidP="00E61D6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AD6F55" wp14:editId="1A950F1C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169545</wp:posOffset>
                      </wp:positionV>
                      <wp:extent cx="2882900" cy="371475"/>
                      <wp:effectExtent l="0" t="0" r="12700" b="2857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 cmpd="sng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AD194A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AAD6F55" id="_x0000_s1031" type="#_x0000_t202" style="position:absolute;margin-left:15.55pt;margin-top:13.35pt;width:227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" strokecolor="#a6a6a6" strokeweight="1pt">
                      <v:shadow color="#868686"/>
                      <v:textbox>
                        <w:txbxContent>
                          <w:p w14:paraId="61AD194A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b/>
              </w:rPr>
              <w:t xml:space="preserve">Name of Staff </w:t>
            </w:r>
            <w:r w:rsidR="000D297C">
              <w:rPr>
                <w:b/>
              </w:rPr>
              <w:t>(Can list multiple staff)</w:t>
            </w:r>
          </w:p>
        </w:tc>
        <w:tc>
          <w:tcPr>
            <w:tcW w:w="5626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</w:tcPr>
          <w:p w14:paraId="77893459" w14:textId="77777777" w:rsidR="001E7CD2" w:rsidRPr="006F4AC2" w:rsidRDefault="001E7CD2" w:rsidP="00E61D68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37168FB" wp14:editId="10D54DC9">
                      <wp:simplePos x="0" y="0"/>
                      <wp:positionH relativeFrom="margin">
                        <wp:posOffset>196850</wp:posOffset>
                      </wp:positionH>
                      <wp:positionV relativeFrom="paragraph">
                        <wp:posOffset>167640</wp:posOffset>
                      </wp:positionV>
                      <wp:extent cx="2880360" cy="374650"/>
                      <wp:effectExtent l="0" t="0" r="15240" b="2540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360" cy="37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64B304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37168FB" id="_x0000_s1032" type="#_x0000_t202" style="position:absolute;margin-left:15.5pt;margin-top:13.2pt;width:226.8pt;height:29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" strokecolor="#a6a6a6" strokeweight="1pt">
                      <v:textbox>
                        <w:txbxContent>
                          <w:p w14:paraId="2764B304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b/>
              </w:rPr>
              <w:t>Position/Title</w:t>
            </w:r>
          </w:p>
          <w:p w14:paraId="65AA32E4" w14:textId="77777777" w:rsidR="001E7CD2" w:rsidRPr="00396404" w:rsidRDefault="001E7CD2" w:rsidP="00E61D68">
            <w:pPr>
              <w:pStyle w:val="Answers"/>
              <w:numPr>
                <w:ilvl w:val="0"/>
                <w:numId w:val="0"/>
              </w:numPr>
              <w:ind w:left="907"/>
            </w:pPr>
          </w:p>
        </w:tc>
      </w:tr>
      <w:tr w:rsidR="0007459F" w14:paraId="3C50C2C7" w14:textId="77777777" w:rsidTr="00E61D68">
        <w:trPr>
          <w:trHeight w:val="1070"/>
        </w:trPr>
        <w:tc>
          <w:tcPr>
            <w:tcW w:w="5168" w:type="dxa"/>
            <w:tcBorders>
              <w:top w:val="single" w:sz="4" w:space="0" w:color="BFBFBF" w:themeColor="background1" w:themeShade="BF"/>
            </w:tcBorders>
          </w:tcPr>
          <w:p w14:paraId="3EDF5677" w14:textId="77777777" w:rsidR="001E7CD2" w:rsidRPr="006F4AC2" w:rsidRDefault="001E7CD2" w:rsidP="00E61D68">
            <w:pPr>
              <w:rPr>
                <w:b/>
              </w:rPr>
            </w:pPr>
            <w:r>
              <w:rPr>
                <w:b/>
              </w:rPr>
              <w:t>Email address</w:t>
            </w:r>
            <w:r w:rsidR="002D6F5C">
              <w:rPr>
                <w:b/>
              </w:rPr>
              <w:t xml:space="preserve"> of Staff</w:t>
            </w:r>
          </w:p>
          <w:p w14:paraId="1904DD7D" w14:textId="77777777" w:rsidR="001E7CD2" w:rsidRPr="00396404" w:rsidRDefault="001E7CD2" w:rsidP="00E61D6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15E15F" wp14:editId="7C73F30B">
                      <wp:simplePos x="0" y="0"/>
                      <wp:positionH relativeFrom="margin">
                        <wp:posOffset>200660</wp:posOffset>
                      </wp:positionH>
                      <wp:positionV relativeFrom="paragraph">
                        <wp:posOffset>-9525</wp:posOffset>
                      </wp:positionV>
                      <wp:extent cx="2876550" cy="3714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C3E04A" w14:textId="77777777" w:rsidR="00E61D68" w:rsidRDefault="00E61D68" w:rsidP="001E7CD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215E15F" id="_x0000_s1033" type="#_x0000_t202" style="position:absolute;margin-left:15.8pt;margin-top:-.75pt;width:226.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" strokecolor="#a5a5a5 [2092]" strokeweight="1pt">
                      <v:textbox>
                        <w:txbxContent>
                          <w:p w14:paraId="3BC3E04A" w14:textId="77777777" w:rsidR="00F23A7E" w:rsidRDefault="00F23A7E" w:rsidP="001E7CD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626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</w:tcPr>
          <w:p w14:paraId="6AB1B81C" w14:textId="77777777" w:rsidR="001E7CD2" w:rsidRDefault="004A4CF2" w:rsidP="00E61D68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3FDEAB" wp14:editId="384DE85D">
                      <wp:simplePos x="0" y="0"/>
                      <wp:positionH relativeFrom="margin">
                        <wp:posOffset>198120</wp:posOffset>
                      </wp:positionH>
                      <wp:positionV relativeFrom="paragraph">
                        <wp:posOffset>189230</wp:posOffset>
                      </wp:positionV>
                      <wp:extent cx="2876550" cy="379095"/>
                      <wp:effectExtent l="0" t="0" r="19050" b="2095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379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DB3B6" w14:textId="77777777" w:rsidR="00E61D68" w:rsidRDefault="00E61D68" w:rsidP="004A4CF2">
                                  <w:pPr>
                                    <w:ind w:left="18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73FDEAB" id="_x0000_s1034" type="#_x0000_t202" style="position:absolute;margin-left:15.6pt;margin-top:14.9pt;width:226.5pt;height:29.8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" strokecolor="#a5a5a5 [2092]" strokeweight="1pt">
                      <v:textbox>
                        <w:txbxContent>
                          <w:p w14:paraId="277DB3B6" w14:textId="77777777" w:rsidR="00F23A7E" w:rsidRDefault="00F23A7E" w:rsidP="004A4CF2">
                            <w:pPr>
                              <w:ind w:left="180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96477">
              <w:rPr>
                <w:b/>
              </w:rPr>
              <w:t xml:space="preserve">CC: </w:t>
            </w:r>
            <w:r>
              <w:rPr>
                <w:b/>
              </w:rPr>
              <w:t>Contact Name and E-mail Address</w:t>
            </w:r>
          </w:p>
          <w:p w14:paraId="3EF0F0C0" w14:textId="77777777" w:rsidR="004A4CF2" w:rsidRPr="004A4CF2" w:rsidRDefault="004A4CF2" w:rsidP="00E61D68">
            <w:pPr>
              <w:rPr>
                <w:b/>
              </w:rPr>
            </w:pPr>
          </w:p>
        </w:tc>
      </w:tr>
      <w:tr w:rsidR="00E01146" w14:paraId="5AC3B95F" w14:textId="77777777" w:rsidTr="00E61D68">
        <w:trPr>
          <w:trHeight w:val="1070"/>
        </w:trPr>
        <w:tc>
          <w:tcPr>
            <w:tcW w:w="5168" w:type="dxa"/>
            <w:tcBorders>
              <w:top w:val="single" w:sz="4" w:space="0" w:color="BFBFBF" w:themeColor="background1" w:themeShade="BF"/>
            </w:tcBorders>
          </w:tcPr>
          <w:p w14:paraId="014D1BA5" w14:textId="2D67EB37" w:rsidR="00E01146" w:rsidRDefault="00E01146" w:rsidP="00E61D68">
            <w:pPr>
              <w:rPr>
                <w:b/>
              </w:rPr>
            </w:pPr>
          </w:p>
        </w:tc>
        <w:tc>
          <w:tcPr>
            <w:tcW w:w="5626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</w:tcPr>
          <w:p w14:paraId="062A4A22" w14:textId="77777777" w:rsidR="00F23A7E" w:rsidRDefault="00F23A7E" w:rsidP="00E61D68">
            <w:pPr>
              <w:rPr>
                <w:b/>
                <w:noProof/>
              </w:rPr>
            </w:pPr>
            <w:r w:rsidRPr="00F23A7E">
              <w:rPr>
                <w:b/>
                <w:noProof/>
              </w:rPr>
              <w:t>SkillPro Access?</w:t>
            </w:r>
          </w:p>
          <w:p w14:paraId="1F6AAEE1" w14:textId="77777777" w:rsidR="00E01146" w:rsidRPr="00F23A7E" w:rsidRDefault="00F23A7E" w:rsidP="00E61D68">
            <w:pPr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</w:t>
            </w:r>
            <w:r w:rsidR="0004098D">
              <w:rPr>
                <w:b/>
                <w:noProof/>
              </w:rPr>
              <w:pict w14:anchorId="493D94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65pt;height:22.8pt">
                  <v:imagedata r:id="rId13" o:title=""/>
                </v:shape>
              </w:pict>
            </w:r>
            <w:r w:rsidR="0004098D">
              <w:rPr>
                <w:b/>
                <w:noProof/>
                <w:sz w:val="24"/>
              </w:rPr>
              <w:pict w14:anchorId="5A8824BD">
                <v:shape id="_x0000_i1026" type="#_x0000_t75" style="width:108.45pt;height:22.8pt">
                  <v:imagedata r:id="rId14" o:title=""/>
                </v:shape>
              </w:pict>
            </w:r>
          </w:p>
        </w:tc>
      </w:tr>
    </w:tbl>
    <w:p w14:paraId="17BC482D" w14:textId="0469ED3E" w:rsidR="00296477" w:rsidRDefault="00296477" w:rsidP="00963956">
      <w:pPr>
        <w:pStyle w:val="ThankYou"/>
        <w:rPr>
          <w:rFonts w:ascii="Century Gothic" w:hAnsi="Century Gothic"/>
          <w:i w:val="0"/>
          <w:sz w:val="28"/>
          <w:szCs w:val="28"/>
        </w:rPr>
      </w:pPr>
    </w:p>
    <w:p w14:paraId="32E84298" w14:textId="330E28D0" w:rsidR="00E61D68" w:rsidRDefault="00E61D68" w:rsidP="00DD15A8">
      <w:pPr>
        <w:pStyle w:val="ThankYou"/>
        <w:rPr>
          <w:rFonts w:ascii="Century Gothic" w:hAnsi="Century Gothic"/>
          <w:i w:val="0"/>
          <w:sz w:val="28"/>
          <w:szCs w:val="28"/>
        </w:rPr>
      </w:pPr>
    </w:p>
    <w:p w14:paraId="134F900C" w14:textId="414085C2" w:rsidR="00E61D68" w:rsidRDefault="00E61D68" w:rsidP="00DD15A8">
      <w:pPr>
        <w:pStyle w:val="ThankYou"/>
        <w:rPr>
          <w:rFonts w:ascii="Century Gothic" w:hAnsi="Century Gothic"/>
          <w:i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C681A4" wp14:editId="63584747">
                <wp:simplePos x="0" y="0"/>
                <wp:positionH relativeFrom="column">
                  <wp:posOffset>-228600</wp:posOffset>
                </wp:positionH>
                <wp:positionV relativeFrom="paragraph">
                  <wp:posOffset>3605530</wp:posOffset>
                </wp:positionV>
                <wp:extent cx="6911340" cy="457200"/>
                <wp:effectExtent l="0" t="0" r="22860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9408A" w14:textId="0AA5A808" w:rsidR="00E61D68" w:rsidRPr="000661E1" w:rsidRDefault="00E61D68" w:rsidP="00296477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Please submit this request via email to </w:t>
                            </w:r>
                            <w:hyperlink r:id="rId15" w:history="1">
                              <w:r w:rsidR="0004098D">
                                <w:rPr>
                                  <w:rStyle w:val="Hyperlink"/>
                                  <w:b/>
                                </w:rPr>
                                <w:t>Jeff.Powell@djj.state.fl.us</w:t>
                              </w:r>
                            </w:hyperlink>
                            <w:r w:rsidR="0004098D">
                              <w:rPr>
                                <w:b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 xml:space="preserve">and </w:t>
                            </w:r>
                            <w:r w:rsidRPr="00E01146">
                              <w:rPr>
                                <w:b/>
                              </w:rPr>
                              <w:t>copy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hyperlink r:id="rId16" w:history="1">
                              <w:r w:rsidRPr="00FE44B9">
                                <w:rPr>
                                  <w:rStyle w:val="Hyperlink"/>
                                  <w:b/>
                                </w:rPr>
                                <w:t>Amy.Greenwald@djj.</w:t>
                              </w:r>
                              <w:r w:rsidRPr="00FE44B9">
                                <w:rPr>
                                  <w:rStyle w:val="Hyperlink"/>
                                  <w:b/>
                                </w:rPr>
                                <w:t>s</w:t>
                              </w:r>
                              <w:r w:rsidRPr="00FE44B9">
                                <w:rPr>
                                  <w:rStyle w:val="Hyperlink"/>
                                  <w:b/>
                                </w:rPr>
                                <w:t>tate.fl.us</w:t>
                              </w:r>
                            </w:hyperlink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14:paraId="376DAC2D" w14:textId="77777777" w:rsidR="00E61D68" w:rsidRDefault="00E61D68" w:rsidP="002964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5" type="#_x0000_t202" style="position:absolute;left:0;text-align:left;margin-left:-17.95pt;margin-top:283.9pt;width:544.2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">
                <v:textbox>
                  <w:txbxContent>
                    <w:p w14:paraId="2839408A" w14:textId="0AA5A808" w:rsidR="00E61D68" w:rsidRPr="000661E1" w:rsidRDefault="00E61D68" w:rsidP="00296477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b/>
                        </w:rPr>
                        <w:t xml:space="preserve">Please submit this request via email to </w:t>
                      </w:r>
                      <w:hyperlink r:id="rId17" w:history="1">
                        <w:r w:rsidR="0004098D">
                          <w:rPr>
                            <w:rStyle w:val="Hyperlink"/>
                            <w:b/>
                          </w:rPr>
                          <w:t>Jeff.Powell@djj.state.fl.us</w:t>
                        </w:r>
                      </w:hyperlink>
                      <w:r w:rsidR="0004098D">
                        <w:rPr>
                          <w:b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and </w:t>
                      </w:r>
                      <w:r w:rsidRPr="00E01146">
                        <w:rPr>
                          <w:b/>
                        </w:rPr>
                        <w:t>copy</w:t>
                      </w:r>
                      <w:r>
                        <w:rPr>
                          <w:b/>
                        </w:rPr>
                        <w:t xml:space="preserve"> </w:t>
                      </w:r>
                      <w:hyperlink r:id="rId18" w:history="1">
                        <w:r w:rsidRPr="00FE44B9">
                          <w:rPr>
                            <w:rStyle w:val="Hyperlink"/>
                            <w:b/>
                          </w:rPr>
                          <w:t>Amy.Greenwald@djj.</w:t>
                        </w:r>
                        <w:r w:rsidRPr="00FE44B9">
                          <w:rPr>
                            <w:rStyle w:val="Hyperlink"/>
                            <w:b/>
                          </w:rPr>
                          <w:t>s</w:t>
                        </w:r>
                        <w:r w:rsidRPr="00FE44B9">
                          <w:rPr>
                            <w:rStyle w:val="Hyperlink"/>
                            <w:b/>
                          </w:rPr>
                          <w:t>tate.fl.us</w:t>
                        </w:r>
                      </w:hyperlink>
                      <w:r>
                        <w:rPr>
                          <w:b/>
                        </w:rPr>
                        <w:t xml:space="preserve">  </w:t>
                      </w:r>
                    </w:p>
                    <w:p w14:paraId="376DAC2D" w14:textId="77777777" w:rsidR="00E61D68" w:rsidRDefault="00E61D68" w:rsidP="002964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670584D" w14:textId="77777777" w:rsidR="00E61D68" w:rsidRDefault="00E61D68" w:rsidP="00DD15A8">
      <w:pPr>
        <w:pStyle w:val="ThankYou"/>
        <w:rPr>
          <w:rFonts w:ascii="Century Gothic" w:hAnsi="Century Gothic"/>
          <w:i w:val="0"/>
          <w:sz w:val="28"/>
          <w:szCs w:val="28"/>
        </w:rPr>
      </w:pPr>
    </w:p>
    <w:p w14:paraId="2D299900" w14:textId="77777777" w:rsidR="000430A4" w:rsidRPr="007915A6" w:rsidRDefault="006F2122" w:rsidP="00DD15A8">
      <w:pPr>
        <w:pStyle w:val="ThankYou"/>
        <w:rPr>
          <w:rFonts w:ascii="Century Gothic" w:hAnsi="Century Gothic"/>
          <w:i w:val="0"/>
          <w:sz w:val="28"/>
          <w:szCs w:val="28"/>
        </w:rPr>
      </w:pPr>
      <w:r w:rsidRPr="007915A6">
        <w:rPr>
          <w:rFonts w:ascii="Century Gothic" w:hAnsi="Century Gothic"/>
          <w:i w:val="0"/>
          <w:sz w:val="28"/>
          <w:szCs w:val="28"/>
        </w:rPr>
        <w:t>THANK YOU!!</w:t>
      </w:r>
    </w:p>
    <w:sectPr w:rsidR="000430A4" w:rsidRPr="007915A6" w:rsidSect="00A8395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1E97C" w14:textId="77777777" w:rsidR="00E61D68" w:rsidRDefault="00E61D68">
      <w:r>
        <w:separator/>
      </w:r>
    </w:p>
  </w:endnote>
  <w:endnote w:type="continuationSeparator" w:id="0">
    <w:p w14:paraId="06DB2B17" w14:textId="77777777" w:rsidR="00E61D68" w:rsidRDefault="00E6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0EE2D" w14:textId="77777777" w:rsidR="00E61D68" w:rsidRDefault="00E61D68">
      <w:r>
        <w:separator/>
      </w:r>
    </w:p>
  </w:footnote>
  <w:footnote w:type="continuationSeparator" w:id="0">
    <w:p w14:paraId="737E160F" w14:textId="77777777" w:rsidR="00E61D68" w:rsidRDefault="00E61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4081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3C293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BFE7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6B8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38A0B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4A5F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0D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16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E7A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E7F31"/>
    <w:multiLevelType w:val="hybridMultilevel"/>
    <w:tmpl w:val="8176220C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7833F6"/>
    <w:multiLevelType w:val="hybridMultilevel"/>
    <w:tmpl w:val="5CE42774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77D6FA2"/>
    <w:multiLevelType w:val="hybridMultilevel"/>
    <w:tmpl w:val="EA38EDF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C3532B"/>
    <w:multiLevelType w:val="multilevel"/>
    <w:tmpl w:val="3D66F7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CBF3A0D"/>
    <w:multiLevelType w:val="multilevel"/>
    <w:tmpl w:val="A06A8D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3302C1"/>
    <w:multiLevelType w:val="hybridMultilevel"/>
    <w:tmpl w:val="E8F47B9A"/>
    <w:lvl w:ilvl="0" w:tplc="F52430D2">
      <w:start w:val="1"/>
      <w:numFmt w:val="bullet"/>
      <w:pStyle w:val="Answers"/>
      <w:lvlText w:val="□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188E4369"/>
    <w:multiLevelType w:val="hybridMultilevel"/>
    <w:tmpl w:val="C86E9CAC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C43C87"/>
    <w:multiLevelType w:val="hybridMultilevel"/>
    <w:tmpl w:val="09148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923A8F"/>
    <w:multiLevelType w:val="hybridMultilevel"/>
    <w:tmpl w:val="E160D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0F3BC7"/>
    <w:multiLevelType w:val="hybridMultilevel"/>
    <w:tmpl w:val="EF3A288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3732848"/>
    <w:multiLevelType w:val="hybridMultilevel"/>
    <w:tmpl w:val="FBEAC630"/>
    <w:lvl w:ilvl="0" w:tplc="187E1C2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44"/>
        <w:szCs w:val="1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60764A"/>
    <w:multiLevelType w:val="hybridMultilevel"/>
    <w:tmpl w:val="89E0C3A8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99363E"/>
    <w:multiLevelType w:val="hybridMultilevel"/>
    <w:tmpl w:val="3D66F7BA"/>
    <w:lvl w:ilvl="0" w:tplc="A280A9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412426"/>
    <w:multiLevelType w:val="hybridMultilevel"/>
    <w:tmpl w:val="DEA049F0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39F23246"/>
    <w:multiLevelType w:val="hybridMultilevel"/>
    <w:tmpl w:val="D5B88D8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6D3427"/>
    <w:multiLevelType w:val="hybridMultilevel"/>
    <w:tmpl w:val="DDD6E9E2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D54ED6"/>
    <w:multiLevelType w:val="hybridMultilevel"/>
    <w:tmpl w:val="579C93C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AF39CB"/>
    <w:multiLevelType w:val="hybridMultilevel"/>
    <w:tmpl w:val="E2D8343C"/>
    <w:lvl w:ilvl="0" w:tplc="124094F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195DC3"/>
    <w:multiLevelType w:val="hybridMultilevel"/>
    <w:tmpl w:val="A06A8D6C"/>
    <w:lvl w:ilvl="0" w:tplc="635091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BE0E07"/>
    <w:multiLevelType w:val="hybridMultilevel"/>
    <w:tmpl w:val="B14C3A4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D877DA"/>
    <w:multiLevelType w:val="multilevel"/>
    <w:tmpl w:val="5CE4277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9D563E"/>
    <w:multiLevelType w:val="hybridMultilevel"/>
    <w:tmpl w:val="996E7F38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BA65DA"/>
    <w:multiLevelType w:val="multilevel"/>
    <w:tmpl w:val="FBEAC6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44"/>
        <w:szCs w:val="1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9D7DF7"/>
    <w:multiLevelType w:val="multilevel"/>
    <w:tmpl w:val="E2D8343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817905"/>
    <w:multiLevelType w:val="hybridMultilevel"/>
    <w:tmpl w:val="106666E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88172F"/>
    <w:multiLevelType w:val="hybridMultilevel"/>
    <w:tmpl w:val="2BE8DCF6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22"/>
  </w:num>
  <w:num w:numId="4">
    <w:abstractNumId w:val="13"/>
  </w:num>
  <w:num w:numId="5">
    <w:abstractNumId w:val="28"/>
  </w:num>
  <w:num w:numId="6">
    <w:abstractNumId w:val="14"/>
  </w:num>
  <w:num w:numId="7">
    <w:abstractNumId w:val="27"/>
  </w:num>
  <w:num w:numId="8">
    <w:abstractNumId w:val="33"/>
  </w:num>
  <w:num w:numId="9">
    <w:abstractNumId w:val="25"/>
  </w:num>
  <w:num w:numId="10">
    <w:abstractNumId w:val="15"/>
  </w:num>
  <w:num w:numId="11">
    <w:abstractNumId w:val="11"/>
  </w:num>
  <w:num w:numId="12">
    <w:abstractNumId w:val="30"/>
  </w:num>
  <w:num w:numId="13">
    <w:abstractNumId w:val="24"/>
  </w:num>
  <w:num w:numId="14">
    <w:abstractNumId w:val="10"/>
  </w:num>
  <w:num w:numId="15">
    <w:abstractNumId w:val="12"/>
  </w:num>
  <w:num w:numId="16">
    <w:abstractNumId w:val="19"/>
  </w:num>
  <w:num w:numId="17">
    <w:abstractNumId w:val="23"/>
  </w:num>
  <w:num w:numId="18">
    <w:abstractNumId w:val="26"/>
  </w:num>
  <w:num w:numId="19">
    <w:abstractNumId w:val="29"/>
  </w:num>
  <w:num w:numId="20">
    <w:abstractNumId w:val="16"/>
  </w:num>
  <w:num w:numId="21">
    <w:abstractNumId w:val="35"/>
  </w:num>
  <w:num w:numId="22">
    <w:abstractNumId w:val="21"/>
  </w:num>
  <w:num w:numId="23">
    <w:abstractNumId w:val="31"/>
  </w:num>
  <w:num w:numId="24">
    <w:abstractNumId w:val="34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8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360"/>
  <w:drawingGridVerticalSpacing w:val="360"/>
  <w:noPunctuationKerning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DE"/>
    <w:rsid w:val="00002DF7"/>
    <w:rsid w:val="000132B8"/>
    <w:rsid w:val="000176EE"/>
    <w:rsid w:val="00025B82"/>
    <w:rsid w:val="00036522"/>
    <w:rsid w:val="0004098D"/>
    <w:rsid w:val="00040F4B"/>
    <w:rsid w:val="00042F7A"/>
    <w:rsid w:val="000430A4"/>
    <w:rsid w:val="00047D77"/>
    <w:rsid w:val="00050725"/>
    <w:rsid w:val="00055D14"/>
    <w:rsid w:val="000661E1"/>
    <w:rsid w:val="00073253"/>
    <w:rsid w:val="0007459F"/>
    <w:rsid w:val="00090A5A"/>
    <w:rsid w:val="000936BC"/>
    <w:rsid w:val="00093846"/>
    <w:rsid w:val="00097BBB"/>
    <w:rsid w:val="000C19FE"/>
    <w:rsid w:val="000C73AA"/>
    <w:rsid w:val="000D297C"/>
    <w:rsid w:val="000D6FEE"/>
    <w:rsid w:val="000E3395"/>
    <w:rsid w:val="000F7CC0"/>
    <w:rsid w:val="00102105"/>
    <w:rsid w:val="00106A20"/>
    <w:rsid w:val="00111D68"/>
    <w:rsid w:val="00120CBC"/>
    <w:rsid w:val="00125A3F"/>
    <w:rsid w:val="00126A08"/>
    <w:rsid w:val="00143EC5"/>
    <w:rsid w:val="00146C08"/>
    <w:rsid w:val="0015131C"/>
    <w:rsid w:val="00167B67"/>
    <w:rsid w:val="001837FF"/>
    <w:rsid w:val="00187E20"/>
    <w:rsid w:val="00191420"/>
    <w:rsid w:val="0019601E"/>
    <w:rsid w:val="00197D00"/>
    <w:rsid w:val="001A3F6E"/>
    <w:rsid w:val="001B0833"/>
    <w:rsid w:val="001C5AF1"/>
    <w:rsid w:val="001C7F38"/>
    <w:rsid w:val="001D5550"/>
    <w:rsid w:val="001E7CD2"/>
    <w:rsid w:val="00206BA1"/>
    <w:rsid w:val="00210813"/>
    <w:rsid w:val="00211100"/>
    <w:rsid w:val="00235495"/>
    <w:rsid w:val="0024039F"/>
    <w:rsid w:val="00240F96"/>
    <w:rsid w:val="002444EB"/>
    <w:rsid w:val="00271B78"/>
    <w:rsid w:val="00283976"/>
    <w:rsid w:val="002842C5"/>
    <w:rsid w:val="00296477"/>
    <w:rsid w:val="002978C2"/>
    <w:rsid w:val="002A325C"/>
    <w:rsid w:val="002A5DC4"/>
    <w:rsid w:val="002A5E16"/>
    <w:rsid w:val="002A70DE"/>
    <w:rsid w:val="002B08AC"/>
    <w:rsid w:val="002D6F5C"/>
    <w:rsid w:val="002F15ED"/>
    <w:rsid w:val="00302D82"/>
    <w:rsid w:val="00305316"/>
    <w:rsid w:val="003109A1"/>
    <w:rsid w:val="00312A41"/>
    <w:rsid w:val="00314DBD"/>
    <w:rsid w:val="0031748D"/>
    <w:rsid w:val="003231E4"/>
    <w:rsid w:val="00334B24"/>
    <w:rsid w:val="00337041"/>
    <w:rsid w:val="00343BB2"/>
    <w:rsid w:val="00347ACA"/>
    <w:rsid w:val="00355387"/>
    <w:rsid w:val="00365789"/>
    <w:rsid w:val="00383E52"/>
    <w:rsid w:val="003925ED"/>
    <w:rsid w:val="00396404"/>
    <w:rsid w:val="003967F9"/>
    <w:rsid w:val="00397DF6"/>
    <w:rsid w:val="003A1747"/>
    <w:rsid w:val="003A1F4E"/>
    <w:rsid w:val="003B7769"/>
    <w:rsid w:val="003C16FB"/>
    <w:rsid w:val="003D130C"/>
    <w:rsid w:val="003D4C01"/>
    <w:rsid w:val="003D6215"/>
    <w:rsid w:val="003E21CC"/>
    <w:rsid w:val="003E4543"/>
    <w:rsid w:val="003F25E9"/>
    <w:rsid w:val="003F2FE4"/>
    <w:rsid w:val="003F7243"/>
    <w:rsid w:val="004016AE"/>
    <w:rsid w:val="00414F5C"/>
    <w:rsid w:val="00423552"/>
    <w:rsid w:val="00426F04"/>
    <w:rsid w:val="0043504C"/>
    <w:rsid w:val="00451B18"/>
    <w:rsid w:val="00471210"/>
    <w:rsid w:val="004965E4"/>
    <w:rsid w:val="004A4CF2"/>
    <w:rsid w:val="004B2694"/>
    <w:rsid w:val="004B2DD0"/>
    <w:rsid w:val="004C2751"/>
    <w:rsid w:val="004C3E51"/>
    <w:rsid w:val="004C6940"/>
    <w:rsid w:val="004D3807"/>
    <w:rsid w:val="004E0AEC"/>
    <w:rsid w:val="004E25BA"/>
    <w:rsid w:val="004E3106"/>
    <w:rsid w:val="004E6FE4"/>
    <w:rsid w:val="004F23F0"/>
    <w:rsid w:val="004F4640"/>
    <w:rsid w:val="004F60DC"/>
    <w:rsid w:val="005144FF"/>
    <w:rsid w:val="00531C49"/>
    <w:rsid w:val="0053373D"/>
    <w:rsid w:val="00540C23"/>
    <w:rsid w:val="005463A7"/>
    <w:rsid w:val="005474B2"/>
    <w:rsid w:val="00556644"/>
    <w:rsid w:val="005600E8"/>
    <w:rsid w:val="005705A3"/>
    <w:rsid w:val="00587012"/>
    <w:rsid w:val="00591964"/>
    <w:rsid w:val="00592165"/>
    <w:rsid w:val="005A15E2"/>
    <w:rsid w:val="005A68DA"/>
    <w:rsid w:val="005B16D9"/>
    <w:rsid w:val="005B6180"/>
    <w:rsid w:val="005C22AC"/>
    <w:rsid w:val="005C7DD7"/>
    <w:rsid w:val="005D1DB6"/>
    <w:rsid w:val="005E3576"/>
    <w:rsid w:val="005E4834"/>
    <w:rsid w:val="00603E6A"/>
    <w:rsid w:val="00607655"/>
    <w:rsid w:val="00612DC7"/>
    <w:rsid w:val="0061654E"/>
    <w:rsid w:val="00624BF8"/>
    <w:rsid w:val="00636971"/>
    <w:rsid w:val="0064777E"/>
    <w:rsid w:val="00655577"/>
    <w:rsid w:val="00667279"/>
    <w:rsid w:val="006B046E"/>
    <w:rsid w:val="006B2DD1"/>
    <w:rsid w:val="006B3FC0"/>
    <w:rsid w:val="006C4E0F"/>
    <w:rsid w:val="006E150D"/>
    <w:rsid w:val="006E4C5D"/>
    <w:rsid w:val="006E595F"/>
    <w:rsid w:val="006F2122"/>
    <w:rsid w:val="006F4AC2"/>
    <w:rsid w:val="007028A5"/>
    <w:rsid w:val="00702E38"/>
    <w:rsid w:val="00706C9A"/>
    <w:rsid w:val="00722FBE"/>
    <w:rsid w:val="00734D6B"/>
    <w:rsid w:val="00747F40"/>
    <w:rsid w:val="0075188F"/>
    <w:rsid w:val="00766B3A"/>
    <w:rsid w:val="007673B0"/>
    <w:rsid w:val="007726EA"/>
    <w:rsid w:val="007915A6"/>
    <w:rsid w:val="007A3627"/>
    <w:rsid w:val="007A41D0"/>
    <w:rsid w:val="007B0D4F"/>
    <w:rsid w:val="007C1E96"/>
    <w:rsid w:val="00802CEB"/>
    <w:rsid w:val="00804210"/>
    <w:rsid w:val="00806336"/>
    <w:rsid w:val="008141D4"/>
    <w:rsid w:val="008301EB"/>
    <w:rsid w:val="0083569B"/>
    <w:rsid w:val="0087254D"/>
    <w:rsid w:val="008751E0"/>
    <w:rsid w:val="00887292"/>
    <w:rsid w:val="008B7E22"/>
    <w:rsid w:val="008C6AB2"/>
    <w:rsid w:val="008F0BE6"/>
    <w:rsid w:val="008F7B8B"/>
    <w:rsid w:val="00900B3E"/>
    <w:rsid w:val="00902E93"/>
    <w:rsid w:val="0090723D"/>
    <w:rsid w:val="0092352B"/>
    <w:rsid w:val="00943D45"/>
    <w:rsid w:val="0094566A"/>
    <w:rsid w:val="00953FF4"/>
    <w:rsid w:val="00954005"/>
    <w:rsid w:val="00957B40"/>
    <w:rsid w:val="00963956"/>
    <w:rsid w:val="00973B4B"/>
    <w:rsid w:val="00974CBD"/>
    <w:rsid w:val="009772E0"/>
    <w:rsid w:val="00994AC8"/>
    <w:rsid w:val="009963EE"/>
    <w:rsid w:val="009B2DDF"/>
    <w:rsid w:val="009B5AC0"/>
    <w:rsid w:val="009C1AC1"/>
    <w:rsid w:val="009C4BDA"/>
    <w:rsid w:val="009C6750"/>
    <w:rsid w:val="009F1654"/>
    <w:rsid w:val="00A1049C"/>
    <w:rsid w:val="00A131E7"/>
    <w:rsid w:val="00A2219F"/>
    <w:rsid w:val="00A32AA0"/>
    <w:rsid w:val="00A51CC3"/>
    <w:rsid w:val="00A61E52"/>
    <w:rsid w:val="00A83952"/>
    <w:rsid w:val="00A92F37"/>
    <w:rsid w:val="00A941B1"/>
    <w:rsid w:val="00AB2E3F"/>
    <w:rsid w:val="00AC01E4"/>
    <w:rsid w:val="00AD6EFB"/>
    <w:rsid w:val="00AE13A8"/>
    <w:rsid w:val="00B007EB"/>
    <w:rsid w:val="00B21B1C"/>
    <w:rsid w:val="00B3220F"/>
    <w:rsid w:val="00B4236C"/>
    <w:rsid w:val="00B468A2"/>
    <w:rsid w:val="00B559E7"/>
    <w:rsid w:val="00B5634B"/>
    <w:rsid w:val="00B63F36"/>
    <w:rsid w:val="00B645CF"/>
    <w:rsid w:val="00B752D2"/>
    <w:rsid w:val="00B75A3F"/>
    <w:rsid w:val="00B7753D"/>
    <w:rsid w:val="00B77893"/>
    <w:rsid w:val="00B8640F"/>
    <w:rsid w:val="00BA017E"/>
    <w:rsid w:val="00BA06F8"/>
    <w:rsid w:val="00BC200A"/>
    <w:rsid w:val="00BC201D"/>
    <w:rsid w:val="00BD4F59"/>
    <w:rsid w:val="00BE4C6E"/>
    <w:rsid w:val="00BF1ADE"/>
    <w:rsid w:val="00C03B5C"/>
    <w:rsid w:val="00C164A2"/>
    <w:rsid w:val="00C41B55"/>
    <w:rsid w:val="00C5755F"/>
    <w:rsid w:val="00C629CA"/>
    <w:rsid w:val="00C6602D"/>
    <w:rsid w:val="00C663AA"/>
    <w:rsid w:val="00C7095F"/>
    <w:rsid w:val="00C8137B"/>
    <w:rsid w:val="00C8543E"/>
    <w:rsid w:val="00C87B47"/>
    <w:rsid w:val="00CA0C33"/>
    <w:rsid w:val="00CA1CDA"/>
    <w:rsid w:val="00CA420B"/>
    <w:rsid w:val="00CB7D35"/>
    <w:rsid w:val="00CC34D1"/>
    <w:rsid w:val="00CC609C"/>
    <w:rsid w:val="00CE4C1E"/>
    <w:rsid w:val="00CF6A24"/>
    <w:rsid w:val="00D04A5C"/>
    <w:rsid w:val="00D07AE2"/>
    <w:rsid w:val="00D132BD"/>
    <w:rsid w:val="00D16D13"/>
    <w:rsid w:val="00D17BBA"/>
    <w:rsid w:val="00D25481"/>
    <w:rsid w:val="00D34D95"/>
    <w:rsid w:val="00D41310"/>
    <w:rsid w:val="00D43944"/>
    <w:rsid w:val="00D43B6D"/>
    <w:rsid w:val="00D60BD9"/>
    <w:rsid w:val="00D641E2"/>
    <w:rsid w:val="00D65352"/>
    <w:rsid w:val="00D818DF"/>
    <w:rsid w:val="00D87966"/>
    <w:rsid w:val="00D92780"/>
    <w:rsid w:val="00D95FA4"/>
    <w:rsid w:val="00D97C91"/>
    <w:rsid w:val="00DA48AB"/>
    <w:rsid w:val="00DC4F04"/>
    <w:rsid w:val="00DD15A8"/>
    <w:rsid w:val="00DE556B"/>
    <w:rsid w:val="00DF3983"/>
    <w:rsid w:val="00DF4A14"/>
    <w:rsid w:val="00E01146"/>
    <w:rsid w:val="00E02B61"/>
    <w:rsid w:val="00E2486A"/>
    <w:rsid w:val="00E50DDB"/>
    <w:rsid w:val="00E53D07"/>
    <w:rsid w:val="00E61D68"/>
    <w:rsid w:val="00E63AA1"/>
    <w:rsid w:val="00E649BA"/>
    <w:rsid w:val="00E67EB6"/>
    <w:rsid w:val="00E75A3F"/>
    <w:rsid w:val="00E9479D"/>
    <w:rsid w:val="00E96B03"/>
    <w:rsid w:val="00EA3769"/>
    <w:rsid w:val="00EA7530"/>
    <w:rsid w:val="00EC44BE"/>
    <w:rsid w:val="00ED5FFC"/>
    <w:rsid w:val="00ED7EC7"/>
    <w:rsid w:val="00EF1FA5"/>
    <w:rsid w:val="00F1050F"/>
    <w:rsid w:val="00F13F97"/>
    <w:rsid w:val="00F16C96"/>
    <w:rsid w:val="00F20299"/>
    <w:rsid w:val="00F23A7E"/>
    <w:rsid w:val="00F275CB"/>
    <w:rsid w:val="00F35DC8"/>
    <w:rsid w:val="00F37CE8"/>
    <w:rsid w:val="00F66FAC"/>
    <w:rsid w:val="00F8580E"/>
    <w:rsid w:val="00F87A95"/>
    <w:rsid w:val="00F97D34"/>
    <w:rsid w:val="00FB0AE3"/>
    <w:rsid w:val="00FC3C3B"/>
    <w:rsid w:val="00FF6FEE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ddd"/>
    </o:shapedefaults>
    <o:shapelayout v:ext="edit">
      <o:idmap v:ext="edit" data="1"/>
    </o:shapelayout>
  </w:shapeDefaults>
  <w:decimalSymbol w:val="."/>
  <w:listSeparator w:val=","/>
  <w14:docId w14:val="44F1A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952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CC34D1"/>
    <w:pPr>
      <w:jc w:val="right"/>
      <w:outlineLvl w:val="0"/>
    </w:pPr>
    <w:rPr>
      <w:rFonts w:asciiTheme="majorHAnsi" w:hAnsiTheme="majorHAnsi"/>
      <w:sz w:val="44"/>
      <w:szCs w:val="40"/>
    </w:rPr>
  </w:style>
  <w:style w:type="paragraph" w:styleId="Heading2">
    <w:name w:val="heading 2"/>
    <w:basedOn w:val="Normal"/>
    <w:next w:val="Normal"/>
    <w:qFormat/>
    <w:rsid w:val="00A83952"/>
    <w:pPr>
      <w:keepNext/>
      <w:spacing w:before="160"/>
      <w:outlineLvl w:val="1"/>
    </w:pPr>
    <w:rPr>
      <w:rFonts w:asciiTheme="majorHAnsi" w:hAnsiTheme="majorHAnsi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4D1"/>
    <w:rPr>
      <w:rFonts w:asciiTheme="majorHAnsi" w:hAnsiTheme="majorHAnsi"/>
      <w:sz w:val="44"/>
      <w:szCs w:val="40"/>
    </w:rPr>
  </w:style>
  <w:style w:type="character" w:customStyle="1" w:styleId="Heading3Char">
    <w:name w:val="Heading 3 Char"/>
    <w:basedOn w:val="DefaultParagraphFont"/>
    <w:link w:val="Heading3"/>
    <w:semiHidden/>
    <w:rsid w:val="00592165"/>
    <w:rPr>
      <w:rFonts w:asciiTheme="minorHAnsi" w:hAnsiTheme="minorHAnsi" w:cs="Arial"/>
      <w:b/>
      <w:bCs/>
      <w:szCs w:val="26"/>
    </w:rPr>
  </w:style>
  <w:style w:type="table" w:styleId="TableGrid">
    <w:name w:val="Table Grid"/>
    <w:basedOn w:val="TableNormal"/>
    <w:rsid w:val="00900B3E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hankYou">
    <w:name w:val="Thank You"/>
    <w:basedOn w:val="Normal"/>
    <w:qFormat/>
    <w:rsid w:val="00A83952"/>
    <w:pPr>
      <w:spacing w:before="200" w:after="0"/>
      <w:jc w:val="center"/>
    </w:pPr>
    <w:rPr>
      <w:b/>
      <w:i/>
      <w:color w:val="1F497D" w:themeColor="text2"/>
    </w:rPr>
  </w:style>
  <w:style w:type="paragraph" w:styleId="BalloonText">
    <w:name w:val="Balloon Text"/>
    <w:basedOn w:val="Normal"/>
    <w:link w:val="BalloonTextChar"/>
    <w:semiHidden/>
    <w:unhideWhenUsed/>
    <w:rsid w:val="00CC34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9216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CC34D1"/>
    <w:rPr>
      <w:rFonts w:ascii="Century Gothic" w:hAnsi="Century Gothic"/>
      <w:b/>
      <w:color w:val="1F497D" w:themeColor="text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92165"/>
    <w:rPr>
      <w:color w:val="808080"/>
    </w:rPr>
  </w:style>
  <w:style w:type="paragraph" w:customStyle="1" w:styleId="Answers">
    <w:name w:val="Answers"/>
    <w:basedOn w:val="Normal"/>
    <w:link w:val="AnswersChar"/>
    <w:qFormat/>
    <w:rsid w:val="00A83952"/>
    <w:pPr>
      <w:numPr>
        <w:numId w:val="10"/>
      </w:numPr>
      <w:spacing w:after="80"/>
      <w:ind w:left="907"/>
    </w:pPr>
    <w:rPr>
      <w:sz w:val="18"/>
      <w:szCs w:val="18"/>
    </w:rPr>
  </w:style>
  <w:style w:type="character" w:customStyle="1" w:styleId="AnswersChar">
    <w:name w:val="Answers Char"/>
    <w:basedOn w:val="DefaultParagraphFont"/>
    <w:link w:val="Answers"/>
    <w:rsid w:val="00A83952"/>
    <w:rPr>
      <w:rFonts w:asciiTheme="minorHAnsi" w:hAnsiTheme="minorHAnsi"/>
      <w:sz w:val="18"/>
      <w:szCs w:val="18"/>
    </w:rPr>
  </w:style>
  <w:style w:type="character" w:customStyle="1" w:styleId="Checkbox">
    <w:name w:val="Checkbox"/>
    <w:basedOn w:val="DefaultParagraphFont"/>
    <w:qFormat/>
    <w:rsid w:val="006B2DD1"/>
    <w:rPr>
      <w:rFonts w:ascii="Courier New" w:hAnsi="Courier New" w:cs="Courier New"/>
      <w:sz w:val="28"/>
      <w:szCs w:val="28"/>
    </w:rPr>
  </w:style>
  <w:style w:type="paragraph" w:styleId="ListParagraph">
    <w:name w:val="List Paragraph"/>
    <w:basedOn w:val="Normal"/>
    <w:uiPriority w:val="34"/>
    <w:unhideWhenUsed/>
    <w:qFormat/>
    <w:rsid w:val="00DF4A14"/>
    <w:pPr>
      <w:ind w:left="720"/>
      <w:contextualSpacing/>
    </w:pPr>
  </w:style>
  <w:style w:type="character" w:styleId="Hyperlink">
    <w:name w:val="Hyperlink"/>
    <w:basedOn w:val="DefaultParagraphFont"/>
    <w:unhideWhenUsed/>
    <w:rsid w:val="006C4E0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6F04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23A7E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F23A7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23A7E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F23A7E"/>
    <w:rPr>
      <w:rFonts w:ascii="Arial" w:hAnsi="Arial" w:cs="Arial"/>
      <w:vanish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60D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639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952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CC34D1"/>
    <w:pPr>
      <w:jc w:val="right"/>
      <w:outlineLvl w:val="0"/>
    </w:pPr>
    <w:rPr>
      <w:rFonts w:asciiTheme="majorHAnsi" w:hAnsiTheme="majorHAnsi"/>
      <w:sz w:val="44"/>
      <w:szCs w:val="40"/>
    </w:rPr>
  </w:style>
  <w:style w:type="paragraph" w:styleId="Heading2">
    <w:name w:val="heading 2"/>
    <w:basedOn w:val="Normal"/>
    <w:next w:val="Normal"/>
    <w:qFormat/>
    <w:rsid w:val="00A83952"/>
    <w:pPr>
      <w:keepNext/>
      <w:spacing w:before="160"/>
      <w:outlineLvl w:val="1"/>
    </w:pPr>
    <w:rPr>
      <w:rFonts w:asciiTheme="majorHAnsi" w:hAnsiTheme="majorHAnsi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4D1"/>
    <w:rPr>
      <w:rFonts w:asciiTheme="majorHAnsi" w:hAnsiTheme="majorHAnsi"/>
      <w:sz w:val="44"/>
      <w:szCs w:val="40"/>
    </w:rPr>
  </w:style>
  <w:style w:type="character" w:customStyle="1" w:styleId="Heading3Char">
    <w:name w:val="Heading 3 Char"/>
    <w:basedOn w:val="DefaultParagraphFont"/>
    <w:link w:val="Heading3"/>
    <w:semiHidden/>
    <w:rsid w:val="00592165"/>
    <w:rPr>
      <w:rFonts w:asciiTheme="minorHAnsi" w:hAnsiTheme="minorHAnsi" w:cs="Arial"/>
      <w:b/>
      <w:bCs/>
      <w:szCs w:val="26"/>
    </w:rPr>
  </w:style>
  <w:style w:type="table" w:styleId="TableGrid">
    <w:name w:val="Table Grid"/>
    <w:basedOn w:val="TableNormal"/>
    <w:rsid w:val="00900B3E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hankYou">
    <w:name w:val="Thank You"/>
    <w:basedOn w:val="Normal"/>
    <w:qFormat/>
    <w:rsid w:val="00A83952"/>
    <w:pPr>
      <w:spacing w:before="200" w:after="0"/>
      <w:jc w:val="center"/>
    </w:pPr>
    <w:rPr>
      <w:b/>
      <w:i/>
      <w:color w:val="1F497D" w:themeColor="text2"/>
    </w:rPr>
  </w:style>
  <w:style w:type="paragraph" w:styleId="BalloonText">
    <w:name w:val="Balloon Text"/>
    <w:basedOn w:val="Normal"/>
    <w:link w:val="BalloonTextChar"/>
    <w:semiHidden/>
    <w:unhideWhenUsed/>
    <w:rsid w:val="00CC34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9216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CC34D1"/>
    <w:rPr>
      <w:rFonts w:ascii="Century Gothic" w:hAnsi="Century Gothic"/>
      <w:b/>
      <w:color w:val="1F497D" w:themeColor="text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92165"/>
    <w:rPr>
      <w:color w:val="808080"/>
    </w:rPr>
  </w:style>
  <w:style w:type="paragraph" w:customStyle="1" w:styleId="Answers">
    <w:name w:val="Answers"/>
    <w:basedOn w:val="Normal"/>
    <w:link w:val="AnswersChar"/>
    <w:qFormat/>
    <w:rsid w:val="00A83952"/>
    <w:pPr>
      <w:numPr>
        <w:numId w:val="10"/>
      </w:numPr>
      <w:spacing w:after="80"/>
      <w:ind w:left="907"/>
    </w:pPr>
    <w:rPr>
      <w:sz w:val="18"/>
      <w:szCs w:val="18"/>
    </w:rPr>
  </w:style>
  <w:style w:type="character" w:customStyle="1" w:styleId="AnswersChar">
    <w:name w:val="Answers Char"/>
    <w:basedOn w:val="DefaultParagraphFont"/>
    <w:link w:val="Answers"/>
    <w:rsid w:val="00A83952"/>
    <w:rPr>
      <w:rFonts w:asciiTheme="minorHAnsi" w:hAnsiTheme="minorHAnsi"/>
      <w:sz w:val="18"/>
      <w:szCs w:val="18"/>
    </w:rPr>
  </w:style>
  <w:style w:type="character" w:customStyle="1" w:styleId="Checkbox">
    <w:name w:val="Checkbox"/>
    <w:basedOn w:val="DefaultParagraphFont"/>
    <w:qFormat/>
    <w:rsid w:val="006B2DD1"/>
    <w:rPr>
      <w:rFonts w:ascii="Courier New" w:hAnsi="Courier New" w:cs="Courier New"/>
      <w:sz w:val="28"/>
      <w:szCs w:val="28"/>
    </w:rPr>
  </w:style>
  <w:style w:type="paragraph" w:styleId="ListParagraph">
    <w:name w:val="List Paragraph"/>
    <w:basedOn w:val="Normal"/>
    <w:uiPriority w:val="34"/>
    <w:unhideWhenUsed/>
    <w:qFormat/>
    <w:rsid w:val="00DF4A14"/>
    <w:pPr>
      <w:ind w:left="720"/>
      <w:contextualSpacing/>
    </w:pPr>
  </w:style>
  <w:style w:type="character" w:styleId="Hyperlink">
    <w:name w:val="Hyperlink"/>
    <w:basedOn w:val="DefaultParagraphFont"/>
    <w:unhideWhenUsed/>
    <w:rsid w:val="006C4E0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6F04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23A7E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F23A7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23A7E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F23A7E"/>
    <w:rPr>
      <w:rFonts w:ascii="Arial" w:hAnsi="Arial" w:cs="Arial"/>
      <w:vanish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60D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639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image" Target="media/image2.wmf"/><Relationship Id="rId14" Type="http://schemas.openxmlformats.org/officeDocument/2006/relationships/image" Target="media/image3.wmf"/><Relationship Id="rId15" Type="http://schemas.openxmlformats.org/officeDocument/2006/relationships/hyperlink" Target="mailto:Jeff.Powell@djj.state.fl.us" TargetMode="External"/><Relationship Id="rId16" Type="http://schemas.openxmlformats.org/officeDocument/2006/relationships/hyperlink" Target="mailto:Amy.Greenwald@djj.state.fl.us" TargetMode="External"/><Relationship Id="rId17" Type="http://schemas.openxmlformats.org/officeDocument/2006/relationships/hyperlink" Target="mailto:Jeff.Powell@djj.state.fl.us" TargetMode="External"/><Relationship Id="rId18" Type="http://schemas.openxmlformats.org/officeDocument/2006/relationships/hyperlink" Target="mailto:Amy.Greenwald@djj.state.fl.us" TargetMode="Externa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(x86)\Microsoft%20Office\Templates\MS_qstn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22FEF7D0A24F4EB660F5A27266D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6278E-6E19-41D0-B9F4-CCEAB94A75AD}"/>
      </w:docPartPr>
      <w:docPartBody>
        <w:p w:rsidR="00166741" w:rsidRDefault="005D61D0" w:rsidP="005D61D0">
          <w:pPr>
            <w:pStyle w:val="8922FEF7D0A24F4EB660F5A27266D10F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D0"/>
    <w:rsid w:val="00166741"/>
    <w:rsid w:val="0028785C"/>
    <w:rsid w:val="002A688E"/>
    <w:rsid w:val="00392A62"/>
    <w:rsid w:val="0046303E"/>
    <w:rsid w:val="00534E92"/>
    <w:rsid w:val="005D2F0F"/>
    <w:rsid w:val="005D61D0"/>
    <w:rsid w:val="008C5277"/>
    <w:rsid w:val="009433AC"/>
    <w:rsid w:val="009E045D"/>
    <w:rsid w:val="00A32997"/>
    <w:rsid w:val="00B368C8"/>
    <w:rsid w:val="00DF4452"/>
    <w:rsid w:val="00F3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BA560AFD1C4D2490D68AA50726A121">
    <w:name w:val="DFBA560AFD1C4D2490D68AA50726A121"/>
  </w:style>
  <w:style w:type="paragraph" w:customStyle="1" w:styleId="D32491418682405EB13DE6F2FDDA411D">
    <w:name w:val="D32491418682405EB13DE6F2FDDA411D"/>
  </w:style>
  <w:style w:type="paragraph" w:customStyle="1" w:styleId="9C2F49EBD26A4B72B8A56F92A30E4930">
    <w:name w:val="9C2F49EBD26A4B72B8A56F92A30E4930"/>
  </w:style>
  <w:style w:type="paragraph" w:customStyle="1" w:styleId="8FF09061B63942C4B718491903F43B36">
    <w:name w:val="8FF09061B63942C4B718491903F43B36"/>
  </w:style>
  <w:style w:type="paragraph" w:customStyle="1" w:styleId="D10AC402A5BF4EBABDFF36BC2E4E954B">
    <w:name w:val="D10AC402A5BF4EBABDFF36BC2E4E954B"/>
  </w:style>
  <w:style w:type="character" w:styleId="PlaceholderText">
    <w:name w:val="Placeholder Text"/>
    <w:basedOn w:val="DefaultParagraphFont"/>
    <w:uiPriority w:val="99"/>
    <w:semiHidden/>
    <w:rsid w:val="005D61D0"/>
    <w:rPr>
      <w:color w:val="808080"/>
    </w:rPr>
  </w:style>
  <w:style w:type="paragraph" w:customStyle="1" w:styleId="0D8607FE6E29476C96660090098DB166">
    <w:name w:val="0D8607FE6E29476C96660090098DB166"/>
  </w:style>
  <w:style w:type="paragraph" w:customStyle="1" w:styleId="DCAFC215ADA94869AE2B9F720F794CAF">
    <w:name w:val="DCAFC215ADA94869AE2B9F720F794CAF"/>
  </w:style>
  <w:style w:type="paragraph" w:customStyle="1" w:styleId="EEB3A97C6F044CD385791E065BEFD70E">
    <w:name w:val="EEB3A97C6F044CD385791E065BEFD70E"/>
  </w:style>
  <w:style w:type="paragraph" w:customStyle="1" w:styleId="B2D77A12F28B4303B5F96AB8B2468A1D">
    <w:name w:val="B2D77A12F28B4303B5F96AB8B2468A1D"/>
  </w:style>
  <w:style w:type="paragraph" w:customStyle="1" w:styleId="CE2A25B9890B418395AA9A0480565B1A">
    <w:name w:val="CE2A25B9890B418395AA9A0480565B1A"/>
  </w:style>
  <w:style w:type="paragraph" w:customStyle="1" w:styleId="99652819C53E463AAAD1C4B0A2D403F7">
    <w:name w:val="99652819C53E463AAAD1C4B0A2D403F7"/>
  </w:style>
  <w:style w:type="paragraph" w:customStyle="1" w:styleId="6D5D018C5456495691527E9FD4D3572A">
    <w:name w:val="6D5D018C5456495691527E9FD4D3572A"/>
  </w:style>
  <w:style w:type="paragraph" w:customStyle="1" w:styleId="8922FEF7D0A24F4EB660F5A27266D10F">
    <w:name w:val="8922FEF7D0A24F4EB660F5A27266D10F"/>
    <w:rsid w:val="005D61D0"/>
  </w:style>
  <w:style w:type="paragraph" w:customStyle="1" w:styleId="76BD62C82C2C49E6AC4E8DE5F10B3B14">
    <w:name w:val="76BD62C82C2C49E6AC4E8DE5F10B3B14"/>
    <w:rsid w:val="005D61D0"/>
  </w:style>
  <w:style w:type="paragraph" w:customStyle="1" w:styleId="AA08FA0FE5E747148DD7A5DF92019682">
    <w:name w:val="AA08FA0FE5E747148DD7A5DF92019682"/>
    <w:rsid w:val="005D61D0"/>
  </w:style>
  <w:style w:type="paragraph" w:customStyle="1" w:styleId="1F38C34E54CF477FB0C08964B791DDB9">
    <w:name w:val="1F38C34E54CF477FB0C08964B791DDB9"/>
    <w:rsid w:val="005D61D0"/>
  </w:style>
  <w:style w:type="paragraph" w:customStyle="1" w:styleId="35BA68CB90704BB5BE5F14CC80DB58B6">
    <w:name w:val="35BA68CB90704BB5BE5F14CC80DB58B6"/>
    <w:rsid w:val="005D61D0"/>
  </w:style>
  <w:style w:type="paragraph" w:customStyle="1" w:styleId="750958757038470A9CF9762EA0C35D24">
    <w:name w:val="750958757038470A9CF9762EA0C35D24"/>
    <w:rsid w:val="005D61D0"/>
  </w:style>
  <w:style w:type="paragraph" w:customStyle="1" w:styleId="A6D1DDA15FFD455F9DACB5A2D0F58F4C">
    <w:name w:val="A6D1DDA15FFD455F9DACB5A2D0F58F4C"/>
    <w:rsid w:val="005D61D0"/>
  </w:style>
  <w:style w:type="paragraph" w:customStyle="1" w:styleId="B3091CD359D74576BEAD65C9EB006FFC">
    <w:name w:val="B3091CD359D74576BEAD65C9EB006FFC"/>
    <w:rsid w:val="005D61D0"/>
  </w:style>
  <w:style w:type="paragraph" w:customStyle="1" w:styleId="D172DE1B79C245B597F2506B6B76F268">
    <w:name w:val="D172DE1B79C245B597F2506B6B76F268"/>
    <w:rsid w:val="005D61D0"/>
  </w:style>
  <w:style w:type="paragraph" w:customStyle="1" w:styleId="5CAA4F4A9D4541ABB717EFA7883599FE">
    <w:name w:val="5CAA4F4A9D4541ABB717EFA7883599FE"/>
    <w:rsid w:val="005D61D0"/>
  </w:style>
  <w:style w:type="paragraph" w:customStyle="1" w:styleId="685A07AEB29F4DBB85BF3D79C1158589">
    <w:name w:val="685A07AEB29F4DBB85BF3D79C1158589"/>
    <w:rsid w:val="005D61D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BA560AFD1C4D2490D68AA50726A121">
    <w:name w:val="DFBA560AFD1C4D2490D68AA50726A121"/>
  </w:style>
  <w:style w:type="paragraph" w:customStyle="1" w:styleId="D32491418682405EB13DE6F2FDDA411D">
    <w:name w:val="D32491418682405EB13DE6F2FDDA411D"/>
  </w:style>
  <w:style w:type="paragraph" w:customStyle="1" w:styleId="9C2F49EBD26A4B72B8A56F92A30E4930">
    <w:name w:val="9C2F49EBD26A4B72B8A56F92A30E4930"/>
  </w:style>
  <w:style w:type="paragraph" w:customStyle="1" w:styleId="8FF09061B63942C4B718491903F43B36">
    <w:name w:val="8FF09061B63942C4B718491903F43B36"/>
  </w:style>
  <w:style w:type="paragraph" w:customStyle="1" w:styleId="D10AC402A5BF4EBABDFF36BC2E4E954B">
    <w:name w:val="D10AC402A5BF4EBABDFF36BC2E4E954B"/>
  </w:style>
  <w:style w:type="character" w:styleId="PlaceholderText">
    <w:name w:val="Placeholder Text"/>
    <w:basedOn w:val="DefaultParagraphFont"/>
    <w:uiPriority w:val="99"/>
    <w:semiHidden/>
    <w:rsid w:val="005D61D0"/>
    <w:rPr>
      <w:color w:val="808080"/>
    </w:rPr>
  </w:style>
  <w:style w:type="paragraph" w:customStyle="1" w:styleId="0D8607FE6E29476C96660090098DB166">
    <w:name w:val="0D8607FE6E29476C96660090098DB166"/>
  </w:style>
  <w:style w:type="paragraph" w:customStyle="1" w:styleId="DCAFC215ADA94869AE2B9F720F794CAF">
    <w:name w:val="DCAFC215ADA94869AE2B9F720F794CAF"/>
  </w:style>
  <w:style w:type="paragraph" w:customStyle="1" w:styleId="EEB3A97C6F044CD385791E065BEFD70E">
    <w:name w:val="EEB3A97C6F044CD385791E065BEFD70E"/>
  </w:style>
  <w:style w:type="paragraph" w:customStyle="1" w:styleId="B2D77A12F28B4303B5F96AB8B2468A1D">
    <w:name w:val="B2D77A12F28B4303B5F96AB8B2468A1D"/>
  </w:style>
  <w:style w:type="paragraph" w:customStyle="1" w:styleId="CE2A25B9890B418395AA9A0480565B1A">
    <w:name w:val="CE2A25B9890B418395AA9A0480565B1A"/>
  </w:style>
  <w:style w:type="paragraph" w:customStyle="1" w:styleId="99652819C53E463AAAD1C4B0A2D403F7">
    <w:name w:val="99652819C53E463AAAD1C4B0A2D403F7"/>
  </w:style>
  <w:style w:type="paragraph" w:customStyle="1" w:styleId="6D5D018C5456495691527E9FD4D3572A">
    <w:name w:val="6D5D018C5456495691527E9FD4D3572A"/>
  </w:style>
  <w:style w:type="paragraph" w:customStyle="1" w:styleId="8922FEF7D0A24F4EB660F5A27266D10F">
    <w:name w:val="8922FEF7D0A24F4EB660F5A27266D10F"/>
    <w:rsid w:val="005D61D0"/>
  </w:style>
  <w:style w:type="paragraph" w:customStyle="1" w:styleId="76BD62C82C2C49E6AC4E8DE5F10B3B14">
    <w:name w:val="76BD62C82C2C49E6AC4E8DE5F10B3B14"/>
    <w:rsid w:val="005D61D0"/>
  </w:style>
  <w:style w:type="paragraph" w:customStyle="1" w:styleId="AA08FA0FE5E747148DD7A5DF92019682">
    <w:name w:val="AA08FA0FE5E747148DD7A5DF92019682"/>
    <w:rsid w:val="005D61D0"/>
  </w:style>
  <w:style w:type="paragraph" w:customStyle="1" w:styleId="1F38C34E54CF477FB0C08964B791DDB9">
    <w:name w:val="1F38C34E54CF477FB0C08964B791DDB9"/>
    <w:rsid w:val="005D61D0"/>
  </w:style>
  <w:style w:type="paragraph" w:customStyle="1" w:styleId="35BA68CB90704BB5BE5F14CC80DB58B6">
    <w:name w:val="35BA68CB90704BB5BE5F14CC80DB58B6"/>
    <w:rsid w:val="005D61D0"/>
  </w:style>
  <w:style w:type="paragraph" w:customStyle="1" w:styleId="750958757038470A9CF9762EA0C35D24">
    <w:name w:val="750958757038470A9CF9762EA0C35D24"/>
    <w:rsid w:val="005D61D0"/>
  </w:style>
  <w:style w:type="paragraph" w:customStyle="1" w:styleId="A6D1DDA15FFD455F9DACB5A2D0F58F4C">
    <w:name w:val="A6D1DDA15FFD455F9DACB5A2D0F58F4C"/>
    <w:rsid w:val="005D61D0"/>
  </w:style>
  <w:style w:type="paragraph" w:customStyle="1" w:styleId="B3091CD359D74576BEAD65C9EB006FFC">
    <w:name w:val="B3091CD359D74576BEAD65C9EB006FFC"/>
    <w:rsid w:val="005D61D0"/>
  </w:style>
  <w:style w:type="paragraph" w:customStyle="1" w:styleId="D172DE1B79C245B597F2506B6B76F268">
    <w:name w:val="D172DE1B79C245B597F2506B6B76F268"/>
    <w:rsid w:val="005D61D0"/>
  </w:style>
  <w:style w:type="paragraph" w:customStyle="1" w:styleId="5CAA4F4A9D4541ABB717EFA7883599FE">
    <w:name w:val="5CAA4F4A9D4541ABB717EFA7883599FE"/>
    <w:rsid w:val="005D61D0"/>
  </w:style>
  <w:style w:type="paragraph" w:customStyle="1" w:styleId="685A07AEB29F4DBB85BF3D79C1158589">
    <w:name w:val="685A07AEB29F4DBB85BF3D79C1158589"/>
    <w:rsid w:val="005D61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83940A8D1AA468E348F3C564DECEE" ma:contentTypeVersion="9" ma:contentTypeDescription="Create a new document." ma:contentTypeScope="" ma:versionID="098d11b53a57cc455d20de0053c1e778">
  <xsd:schema xmlns:xsd="http://www.w3.org/2001/XMLSchema" xmlns:xs="http://www.w3.org/2001/XMLSchema" xmlns:p="http://schemas.microsoft.com/office/2006/metadata/properties" xmlns:ns2="64cee120-057f-4a53-a1b2-6d5cefe3478a" xmlns:ns3="5f4cc510-9196-40b0-a37f-23d15e25d9a3" targetNamespace="http://schemas.microsoft.com/office/2006/metadata/properties" ma:root="true" ma:fieldsID="7a73eee5b7c2af14d31537101fabf4b7" ns2:_="" ns3:_="">
    <xsd:import namespace="64cee120-057f-4a53-a1b2-6d5cefe3478a"/>
    <xsd:import namespace="5f4cc510-9196-40b0-a37f-23d15e25d9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ee120-057f-4a53-a1b2-6d5cefe347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cc510-9196-40b0-a37f-23d15e25d9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0B495-911A-4908-A562-7C471F39863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4cee120-057f-4a53-a1b2-6d5cefe3478a"/>
    <ds:schemaRef ds:uri="5f4cc510-9196-40b0-a37f-23d15e25d9a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AAB401-8F9E-4727-87F7-A194B435D6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1F1C0-14D5-445B-97DD-00955D39C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ee120-057f-4a53-a1b2-6d5cefe3478a"/>
    <ds:schemaRef ds:uri="5f4cc510-9196-40b0-a37f-23d15e25d9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E6E6A-3E28-1642-9805-162A4B2D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\Program Files (x86)(x86)\Microsoft Office\Templates\MS_qstnr.dotx</Template>
  <TotalTime>5</TotalTime>
  <Pages>1</Pages>
  <Words>68</Words>
  <Characters>391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of customer service</vt:lpstr>
    </vt:vector>
  </TitlesOfParts>
  <Company>Department of Juvenile Justice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customer service</dc:title>
  <dc:subject>Florida Department of Juvenile Justice</dc:subject>
  <dc:creator>Lesiak, Elizabeth A.</dc:creator>
  <cp:lastModifiedBy>Andrew Martin</cp:lastModifiedBy>
  <cp:revision>5</cp:revision>
  <cp:lastPrinted>2014-10-21T20:41:00Z</cp:lastPrinted>
  <dcterms:created xsi:type="dcterms:W3CDTF">2020-03-31T17:15:00Z</dcterms:created>
  <dcterms:modified xsi:type="dcterms:W3CDTF">2020-08-07T19:03:00Z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TC010427681033</vt:lpwstr>
  </property>
  <property fmtid="{D5CDD505-2E9C-101B-9397-08002B2CF9AE}" pid="3" name="ContentTypeId">
    <vt:lpwstr>0x01010061883940A8D1AA468E348F3C564DECEE</vt:lpwstr>
  </property>
</Properties>
</file>